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深府行复〔2018〕801号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曾某、深圳市市场和质量监督管理委员会宝安食品药品监督管理局：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申请人曾某以</w:t>
      </w:r>
      <w:r>
        <w:rPr>
          <w:rFonts w:hint="eastAsia" w:ascii="仿宋_GB2312" w:hAnsi="仿宋_GB2312" w:eastAsia="仿宋_GB2312"/>
          <w:sz w:val="32"/>
        </w:rPr>
        <w:t>深圳市市场和质量监督管理委员会宝安食品药品监督管理局对其关于</w:t>
      </w:r>
      <w:r>
        <w:rPr>
          <w:rFonts w:hint="eastAsia" w:ascii="仿宋_GB2312" w:eastAsia="仿宋_GB2312"/>
          <w:sz w:val="32"/>
          <w:szCs w:val="32"/>
        </w:rPr>
        <w:t>××</w:t>
      </w:r>
      <w:bookmarkStart w:id="0" w:name="_GoBack"/>
      <w:bookmarkEnd w:id="0"/>
      <w:r>
        <w:rPr>
          <w:rFonts w:hint="eastAsia" w:ascii="仿宋_GB2312" w:hAnsi="仿宋_GB2312" w:eastAsia="仿宋_GB2312"/>
          <w:sz w:val="32"/>
        </w:rPr>
        <w:t>购物广场涉嫌销售违法食品的举报（编号：201710280079）未在法定期限内办结并告知处理结果为由，</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2018年9月10日</w:t>
      </w:r>
    </w:p>
    <w:p>
      <w:r>
        <w:rPr>
          <w:rFonts w:hint="eastAsia" w:ascii="仿宋_GB2312" w:hAnsi="仿宋_GB2312" w:eastAsia="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D181D"/>
    <w:rsid w:val="00220DC0"/>
    <w:rsid w:val="004858CE"/>
    <w:rsid w:val="00F840D9"/>
    <w:rsid w:val="06FD181D"/>
    <w:rsid w:val="15F42AA0"/>
    <w:rsid w:val="1A930919"/>
    <w:rsid w:val="1FB24DEE"/>
    <w:rsid w:val="4902206E"/>
    <w:rsid w:val="5797569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sz w:val="18"/>
      <w:szCs w:val="18"/>
    </w:rPr>
  </w:style>
  <w:style w:type="character" w:customStyle="1" w:styleId="7">
    <w:name w:val="页脚 Char"/>
    <w:basedOn w:val="4"/>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44</Words>
  <Characters>252</Characters>
  <Lines>2</Lines>
  <Paragraphs>1</Paragraphs>
  <TotalTime>0</TotalTime>
  <ScaleCrop>false</ScaleCrop>
  <LinksUpToDate>false</LinksUpToDate>
  <CharactersWithSpaces>295</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2018-09-07T09:14:00Z</dcterms:created>
  <dc:creator>xiaoqiao</dc:creator>
  <cp:lastModifiedBy>乐乐</cp:lastModifiedBy>
  <dcterms:modified xsi:type="dcterms:W3CDTF">2018-12-24T15:15:02Z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